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613A29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9A5671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9A5671">
        <w:tc>
          <w:tcPr>
            <w:tcW w:w="2969" w:type="dxa"/>
          </w:tcPr>
          <w:p w14:paraId="23AEE7F5" w14:textId="3596DBD6" w:rsidR="00EF3BFB" w:rsidRPr="00EE2FE1" w:rsidRDefault="00DA12A5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Servery (</w:t>
            </w:r>
            <w:r w:rsidR="0039792C">
              <w:rPr>
                <w:rFonts w:asciiTheme="majorHAnsi" w:hAnsiTheme="majorHAnsi"/>
              </w:rPr>
              <w:t>P</w:t>
            </w:r>
            <w:r w:rsidR="00167E06" w:rsidRPr="00167E06">
              <w:rPr>
                <w:rFonts w:asciiTheme="majorHAnsi" w:hAnsiTheme="majorHAnsi"/>
              </w:rPr>
              <w:t xml:space="preserve">oložka </w:t>
            </w:r>
            <w:r w:rsidR="00167E06">
              <w:rPr>
                <w:rFonts w:asciiTheme="majorHAnsi" w:hAnsiTheme="majorHAnsi"/>
              </w:rPr>
              <w:t>1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777C6B5E" w:rsidR="00EF3BFB" w:rsidRPr="00167E06" w:rsidRDefault="00DA12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29BD691A" w14:textId="77777777" w:rsidTr="009A5671">
        <w:tc>
          <w:tcPr>
            <w:tcW w:w="2969" w:type="dxa"/>
          </w:tcPr>
          <w:p w14:paraId="7011D442" w14:textId="4F589E1D" w:rsidR="007C2D36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2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708C8B5" w14:textId="5034DC4B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708B4C7" w14:textId="5A9F957D" w:rsidR="007C2D36" w:rsidDel="00DA12A5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140BF4DC" w14:textId="418EDEA0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76AC9284" w14:textId="77777777" w:rsidTr="009A5671">
        <w:tc>
          <w:tcPr>
            <w:tcW w:w="2969" w:type="dxa"/>
          </w:tcPr>
          <w:p w14:paraId="7D1786D9" w14:textId="41C9AEA7" w:rsidR="007C2D36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server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3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A9D3775" w14:textId="16F409C2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4C654A76" w14:textId="4351E3AF" w:rsidR="007C2D36" w:rsidDel="00DA12A5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64E66B3B" w14:textId="20FF81C2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00F3D" w:rsidRPr="00221465" w14:paraId="7CE7D64A" w14:textId="77777777" w:rsidTr="008E540C">
        <w:tc>
          <w:tcPr>
            <w:tcW w:w="2969" w:type="dxa"/>
          </w:tcPr>
          <w:p w14:paraId="45D1D978" w14:textId="19CB0EC3" w:rsidR="00D00F3D" w:rsidRDefault="00D00F3D" w:rsidP="008E540C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4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E909827" w14:textId="77777777" w:rsidR="00D00F3D" w:rsidRPr="00FF65DD" w:rsidRDefault="00D00F3D" w:rsidP="008E540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C29D58E" w14:textId="77777777" w:rsidR="00D00F3D" w:rsidDel="00DA12A5" w:rsidRDefault="00D00F3D" w:rsidP="008E540C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BF263B4" w14:textId="77777777" w:rsidR="00D00F3D" w:rsidRPr="00FF65DD" w:rsidRDefault="00D00F3D" w:rsidP="008E540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7A6D575C" w14:textId="77777777" w:rsidTr="009A5671">
        <w:tc>
          <w:tcPr>
            <w:tcW w:w="2969" w:type="dxa"/>
          </w:tcPr>
          <w:p w14:paraId="0A1B5A2A" w14:textId="2B3E4B43" w:rsidR="007C2D36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PAM </w:t>
            </w:r>
            <w:proofErr w:type="spellStart"/>
            <w:r>
              <w:rPr>
                <w:rFonts w:asciiTheme="majorHAnsi" w:hAnsiTheme="majorHAnsi"/>
              </w:rPr>
              <w:t>Vault</w:t>
            </w:r>
            <w:proofErr w:type="spellEnd"/>
            <w:r>
              <w:rPr>
                <w:rFonts w:asciiTheme="majorHAnsi" w:hAnsiTheme="majorHAnsi"/>
              </w:rPr>
              <w:t xml:space="preserve">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D00F3D">
              <w:rPr>
                <w:rFonts w:asciiTheme="majorHAnsi" w:hAnsiTheme="majorHAnsi"/>
              </w:rPr>
              <w:t>5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565EADCF" w14:textId="2B270928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093ED304" w14:textId="48141ABA" w:rsidR="007C2D36" w:rsidDel="00DA12A5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4A31FABF" w14:textId="0521BCF5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398ACEE0" w14:textId="77777777" w:rsidTr="009A5671">
        <w:tc>
          <w:tcPr>
            <w:tcW w:w="2969" w:type="dxa"/>
          </w:tcPr>
          <w:p w14:paraId="0109E1DB" w14:textId="762F93C3" w:rsidR="007C2D36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Servery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D00F3D">
              <w:rPr>
                <w:rFonts w:asciiTheme="majorHAnsi" w:hAnsiTheme="majorHAnsi"/>
              </w:rPr>
              <w:t>6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32A3226" w14:textId="1397076B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4D2C05C" w14:textId="6BC0011F" w:rsidR="007C2D36" w:rsidDel="00DA12A5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428" w:type="dxa"/>
          </w:tcPr>
          <w:p w14:paraId="142A65A9" w14:textId="7A5AAF6F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37C44165" w14:textId="77777777" w:rsidTr="009A5671">
        <w:tc>
          <w:tcPr>
            <w:tcW w:w="2969" w:type="dxa"/>
          </w:tcPr>
          <w:p w14:paraId="350AC661" w14:textId="05CE1C22" w:rsidR="007C2D36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D00F3D">
              <w:rPr>
                <w:rFonts w:asciiTheme="majorHAnsi" w:hAnsiTheme="majorHAnsi"/>
              </w:rPr>
              <w:t>7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969399F" w14:textId="24045D14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4D4866A" w14:textId="26BD3B5D" w:rsidR="007C2D36" w:rsidDel="00DA12A5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783581DF" w14:textId="04092A84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7ECDB46C" w14:textId="77777777" w:rsidTr="009A5671">
        <w:tc>
          <w:tcPr>
            <w:tcW w:w="2969" w:type="dxa"/>
          </w:tcPr>
          <w:p w14:paraId="3BE5DF63" w14:textId="055F81B8" w:rsidR="007C2D36" w:rsidRPr="00EE2FE1" w:rsidRDefault="007C2D36" w:rsidP="007C2D3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Zálohovací server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D00F3D">
              <w:rPr>
                <w:rFonts w:asciiTheme="majorHAnsi" w:hAnsiTheme="majorHAnsi"/>
              </w:rPr>
              <w:t>8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C00359A" w:rsidR="007C2D36" w:rsidRPr="00167E06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09E3AF6E" w14:textId="77777777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00F3D" w:rsidRPr="00221465" w14:paraId="17C0FB29" w14:textId="77777777" w:rsidTr="008E540C">
        <w:tc>
          <w:tcPr>
            <w:tcW w:w="2969" w:type="dxa"/>
          </w:tcPr>
          <w:p w14:paraId="24A2F864" w14:textId="4C045538" w:rsidR="00D00F3D" w:rsidRDefault="00D00F3D" w:rsidP="008E540C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9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B1FD0DF" w14:textId="77777777" w:rsidR="00D00F3D" w:rsidRPr="00FF65DD" w:rsidRDefault="00D00F3D" w:rsidP="008E540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9CCBDC" w14:textId="77777777" w:rsidR="00D00F3D" w:rsidDel="00DA12A5" w:rsidRDefault="00D00F3D" w:rsidP="008E540C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0459063" w14:textId="77777777" w:rsidR="00D00F3D" w:rsidRPr="00FF65DD" w:rsidRDefault="00D00F3D" w:rsidP="008E540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39A7631E" w14:textId="77777777" w:rsidTr="009A5671">
        <w:tc>
          <w:tcPr>
            <w:tcW w:w="2969" w:type="dxa"/>
          </w:tcPr>
          <w:p w14:paraId="2453F4F3" w14:textId="2D6B09BD" w:rsidR="007C2D36" w:rsidRPr="00DC4900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PAM </w:t>
            </w:r>
            <w:proofErr w:type="spellStart"/>
            <w:r>
              <w:rPr>
                <w:rFonts w:asciiTheme="majorHAnsi" w:hAnsiTheme="majorHAnsi"/>
              </w:rPr>
              <w:t>Vault</w:t>
            </w:r>
            <w:proofErr w:type="spellEnd"/>
            <w:r>
              <w:rPr>
                <w:rFonts w:asciiTheme="majorHAnsi" w:hAnsiTheme="majorHAnsi"/>
              </w:rPr>
              <w:t xml:space="preserve">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D00F3D">
              <w:rPr>
                <w:rFonts w:asciiTheme="majorHAnsi" w:hAnsiTheme="majorHAnsi"/>
              </w:rPr>
              <w:t>10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43E8D5FC" w14:textId="6A9E575E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665F7DE" w14:textId="7E617491" w:rsidR="007C2D36" w:rsidRPr="00167E06" w:rsidDel="00DC4900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20E2D8E4" w14:textId="4DCF631C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21465" w14:paraId="155CBE65" w14:textId="77777777" w:rsidTr="009A5671">
        <w:tc>
          <w:tcPr>
            <w:tcW w:w="2969" w:type="dxa"/>
          </w:tcPr>
          <w:p w14:paraId="348F8C8B" w14:textId="1BDF79C4" w:rsidR="007C2D36" w:rsidRPr="00EE2FE1" w:rsidRDefault="007C2D36" w:rsidP="007C2D3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Servery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D00F3D">
              <w:rPr>
                <w:rFonts w:asciiTheme="majorHAnsi" w:hAnsiTheme="majorHAnsi"/>
              </w:rPr>
              <w:t>11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20F8D56" w14:textId="77777777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9ADD1BE" w14:textId="3284026E" w:rsidR="007C2D36" w:rsidRPr="00167E06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0C543408" w14:textId="77777777" w:rsidR="007C2D36" w:rsidRPr="00FF65DD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C2D36" w:rsidRPr="002D5A4E" w14:paraId="794FDBF3" w14:textId="77777777" w:rsidTr="009A5671">
        <w:tc>
          <w:tcPr>
            <w:tcW w:w="2969" w:type="dxa"/>
          </w:tcPr>
          <w:p w14:paraId="1B3E573B" w14:textId="38731AFF" w:rsidR="007C2D36" w:rsidRPr="002D5A4E" w:rsidDel="00AD079C" w:rsidRDefault="007C2D36" w:rsidP="007C2D36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D00F3D">
              <w:rPr>
                <w:rFonts w:asciiTheme="majorHAnsi" w:hAnsiTheme="majorHAnsi"/>
              </w:rPr>
              <w:t>2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41A523F6" w14:textId="37B43F9D" w:rsidR="007C2D36" w:rsidRPr="002D5A4E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2D5A4E">
              <w:rPr>
                <w:rFonts w:asciiTheme="majorHAnsi" w:hAnsiTheme="majorHAnsi"/>
                <w:highlight w:val="green"/>
              </w:rPr>
              <w:t>[</w:t>
            </w:r>
            <w:r w:rsidRPr="002D5A4E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2D5A4E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776170AD" w14:textId="32DF7298" w:rsidR="007C2D36" w:rsidRPr="002D5A4E" w:rsidDel="00AD079C" w:rsidRDefault="006627AF" w:rsidP="007C2D3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702C94A8" w14:textId="2D74B2CE" w:rsidR="007C2D36" w:rsidRPr="002D5A4E" w:rsidRDefault="007C2D36" w:rsidP="007C2D3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2D5A4E">
              <w:rPr>
                <w:rFonts w:asciiTheme="majorHAnsi" w:hAnsiTheme="majorHAnsi"/>
                <w:highlight w:val="green"/>
              </w:rPr>
              <w:t>[</w:t>
            </w:r>
            <w:r w:rsidRPr="002D5A4E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2D5A4E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32D56DD8" w14:textId="77777777" w:rsidTr="009A5671">
        <w:tc>
          <w:tcPr>
            <w:tcW w:w="2969" w:type="dxa"/>
          </w:tcPr>
          <w:p w14:paraId="177C1C28" w14:textId="03761E05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server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D00F3D">
              <w:rPr>
                <w:rFonts w:asciiTheme="majorHAnsi" w:hAnsiTheme="majorHAnsi"/>
              </w:rPr>
              <w:t>3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F50EE58" w14:textId="182671CE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D46835" w14:textId="6B3943F6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25AE829C" w14:textId="3CC71DDC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5B5F7A53" w14:textId="77777777" w:rsidTr="009A5671">
        <w:tc>
          <w:tcPr>
            <w:tcW w:w="2969" w:type="dxa"/>
          </w:tcPr>
          <w:p w14:paraId="52872B17" w14:textId="302A1301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Servery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D00F3D">
              <w:rPr>
                <w:rFonts w:asciiTheme="majorHAnsi" w:hAnsiTheme="majorHAnsi"/>
              </w:rPr>
              <w:t>4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268CFF6D" w14:textId="15E8B62B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0A2FCBEC" w14:textId="3F47A70C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66AECF9C" w14:textId="3DD1482E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5BF299FC" w14:textId="77777777" w:rsidTr="009A5671">
        <w:tc>
          <w:tcPr>
            <w:tcW w:w="2969" w:type="dxa"/>
          </w:tcPr>
          <w:p w14:paraId="5AEC417F" w14:textId="0ECF7B27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D00F3D">
              <w:rPr>
                <w:rFonts w:asciiTheme="majorHAnsi" w:hAnsiTheme="majorHAnsi"/>
              </w:rPr>
              <w:t>5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34997A55" w14:textId="61D59625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7EF6D682" w14:textId="550AC8FD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E902BF1" w14:textId="3A315A7E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1BB88671" w14:textId="77777777" w:rsidTr="009A5671">
        <w:tc>
          <w:tcPr>
            <w:tcW w:w="2969" w:type="dxa"/>
          </w:tcPr>
          <w:p w14:paraId="753FC5AF" w14:textId="13997724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server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D00F3D">
              <w:rPr>
                <w:rFonts w:asciiTheme="majorHAnsi" w:hAnsiTheme="majorHAnsi"/>
              </w:rPr>
              <w:t>6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2A8FD1D2" w14:textId="59EDE3BB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6A7139E1" w14:textId="48E1A01E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14C66FB7" w14:textId="12697662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58165AFA" w14:textId="77777777" w:rsidTr="009A5671">
        <w:tc>
          <w:tcPr>
            <w:tcW w:w="2969" w:type="dxa"/>
          </w:tcPr>
          <w:p w14:paraId="281690FC" w14:textId="1842A6B5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Servery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D00F3D">
              <w:rPr>
                <w:rFonts w:asciiTheme="majorHAnsi" w:hAnsiTheme="majorHAnsi"/>
              </w:rPr>
              <w:t>7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4C4E91E" w14:textId="1646520E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112FE803" w14:textId="7ABD42C8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75E472D5" w14:textId="72EF4293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1AC57AA0" w14:textId="77777777" w:rsidTr="009A5671">
        <w:tc>
          <w:tcPr>
            <w:tcW w:w="2969" w:type="dxa"/>
          </w:tcPr>
          <w:p w14:paraId="7996F26B" w14:textId="4B83065D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9F794F">
              <w:rPr>
                <w:rFonts w:asciiTheme="majorHAnsi" w:hAnsiTheme="majorHAnsi"/>
              </w:rPr>
              <w:t>8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2EDEE42A" w14:textId="22C6A3C0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7E3EB50" w14:textId="7B825966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3DC71D8D" w14:textId="5FD9EB59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24299C76" w14:textId="77777777" w:rsidTr="009A5671">
        <w:tc>
          <w:tcPr>
            <w:tcW w:w="2969" w:type="dxa"/>
          </w:tcPr>
          <w:p w14:paraId="220777C3" w14:textId="4ED3A0A0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server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1</w:t>
            </w:r>
            <w:r w:rsidR="009F794F">
              <w:rPr>
                <w:rFonts w:asciiTheme="majorHAnsi" w:hAnsiTheme="majorHAnsi"/>
              </w:rPr>
              <w:t>9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38A2ED0" w14:textId="3984CD39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732932A" w14:textId="7FAB06EE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2A44958A" w14:textId="4626AF8A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0C0CDC6C" w14:textId="77777777" w:rsidTr="009A5671">
        <w:tc>
          <w:tcPr>
            <w:tcW w:w="2969" w:type="dxa"/>
          </w:tcPr>
          <w:p w14:paraId="1366BE2F" w14:textId="31F60BF7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Servery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9F794F">
              <w:rPr>
                <w:rFonts w:asciiTheme="majorHAnsi" w:hAnsiTheme="majorHAnsi"/>
              </w:rPr>
              <w:t>20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679AD123" w14:textId="36C1E0B2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956112B" w14:textId="0FF0CE1A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35DD7637" w14:textId="552924C9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3A49468D" w14:textId="77777777" w:rsidTr="009A5671">
        <w:tc>
          <w:tcPr>
            <w:tcW w:w="2969" w:type="dxa"/>
          </w:tcPr>
          <w:p w14:paraId="3AC13177" w14:textId="35F36634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 w:rsidR="009F794F">
              <w:rPr>
                <w:rFonts w:asciiTheme="majorHAnsi" w:hAnsiTheme="majorHAnsi"/>
              </w:rPr>
              <w:t>21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20938177" w14:textId="46D5D019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5DA86E6" w14:textId="0DCAFB8A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3B760923" w14:textId="26752330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1CD2D9D2" w14:textId="77777777" w:rsidTr="009A5671">
        <w:tc>
          <w:tcPr>
            <w:tcW w:w="2969" w:type="dxa"/>
          </w:tcPr>
          <w:p w14:paraId="4B2C554C" w14:textId="76E71AC8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server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2</w:t>
            </w:r>
            <w:r w:rsidR="009F794F">
              <w:rPr>
                <w:rFonts w:asciiTheme="majorHAnsi" w:hAnsiTheme="majorHAnsi"/>
              </w:rPr>
              <w:t>2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ED12F87" w14:textId="139D3B35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A1955F7" w14:textId="53C7DB66" w:rsidR="000749DD" w:rsidRDefault="006627AF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7903AB62" w14:textId="76D3BF0D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689F6252" w14:textId="77777777" w:rsidTr="009A5671">
        <w:tc>
          <w:tcPr>
            <w:tcW w:w="2969" w:type="dxa"/>
          </w:tcPr>
          <w:p w14:paraId="7935C56A" w14:textId="10E29B10" w:rsidR="000749DD" w:rsidRDefault="005A7CB3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Centrální z</w:t>
            </w:r>
            <w:r w:rsidR="000749DD">
              <w:rPr>
                <w:rFonts w:asciiTheme="majorHAnsi" w:hAnsiTheme="majorHAnsi"/>
              </w:rPr>
              <w:t>álohovací server (P</w:t>
            </w:r>
            <w:r w:rsidR="000749DD" w:rsidRPr="00167E06">
              <w:rPr>
                <w:rFonts w:asciiTheme="majorHAnsi" w:hAnsiTheme="majorHAnsi"/>
              </w:rPr>
              <w:t xml:space="preserve">oložka </w:t>
            </w:r>
            <w:r w:rsidR="000749DD">
              <w:rPr>
                <w:rFonts w:asciiTheme="majorHAnsi" w:hAnsiTheme="majorHAnsi"/>
              </w:rPr>
              <w:t>2</w:t>
            </w:r>
            <w:r w:rsidR="009F794F">
              <w:rPr>
                <w:rFonts w:asciiTheme="majorHAnsi" w:hAnsiTheme="majorHAnsi"/>
              </w:rPr>
              <w:t>3</w:t>
            </w:r>
            <w:r w:rsidR="000749DD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EE36DF1" w14:textId="11F517DB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15FD88E6" w14:textId="191F5E01" w:rsidR="000749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3A79AAEF" w14:textId="34555507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42938EA7" w14:textId="77777777" w:rsidTr="009A5671">
        <w:tc>
          <w:tcPr>
            <w:tcW w:w="2969" w:type="dxa"/>
          </w:tcPr>
          <w:p w14:paraId="745E2E7A" w14:textId="64A14BAB" w:rsidR="000749DD" w:rsidRDefault="005D1A96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ú</w:t>
            </w:r>
            <w:r w:rsidR="000749DD">
              <w:rPr>
                <w:rFonts w:asciiTheme="majorHAnsi" w:hAnsiTheme="majorHAnsi"/>
              </w:rPr>
              <w:t>ložiště (P</w:t>
            </w:r>
            <w:r w:rsidR="000749DD" w:rsidRPr="00167E06">
              <w:rPr>
                <w:rFonts w:asciiTheme="majorHAnsi" w:hAnsiTheme="majorHAnsi"/>
              </w:rPr>
              <w:t xml:space="preserve">oložka </w:t>
            </w:r>
            <w:r w:rsidR="000749DD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4</w:t>
            </w:r>
            <w:r w:rsidR="000749DD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5C29F528" w14:textId="02A0D77F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0AEDCAB" w14:textId="0EDCEB7C" w:rsidR="000749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F545D7E" w14:textId="48ABB865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143E895D" w14:textId="77777777" w:rsidTr="009A5671">
        <w:tc>
          <w:tcPr>
            <w:tcW w:w="2969" w:type="dxa"/>
          </w:tcPr>
          <w:p w14:paraId="6A871F5C" w14:textId="64F91245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Pásková knihovna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2</w:t>
            </w:r>
            <w:r w:rsidR="005D1A96">
              <w:rPr>
                <w:rFonts w:asciiTheme="majorHAnsi" w:hAnsiTheme="majorHAnsi"/>
              </w:rPr>
              <w:t>5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5CCB062E" w14:textId="6F77D9AF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73B8F2EB" w14:textId="156456C3" w:rsidR="000749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194C03E8" w14:textId="7ECDE623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D5A4E" w14:paraId="34EF3CA5" w14:textId="77777777" w:rsidTr="009A5671">
        <w:tc>
          <w:tcPr>
            <w:tcW w:w="2969" w:type="dxa"/>
          </w:tcPr>
          <w:p w14:paraId="1115C378" w14:textId="5CD18B5B" w:rsidR="000749DD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Pásky pro páskovou knihovny (P</w:t>
            </w:r>
            <w:r w:rsidRPr="00167E06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2</w:t>
            </w:r>
            <w:r w:rsidR="005D1A96">
              <w:rPr>
                <w:rFonts w:asciiTheme="majorHAnsi" w:hAnsiTheme="majorHAnsi"/>
              </w:rPr>
              <w:t>6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AF88121" w14:textId="5412A019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7A7E7ABE" w14:textId="4ED36D8E" w:rsidR="000749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120</w:t>
            </w:r>
          </w:p>
        </w:tc>
        <w:tc>
          <w:tcPr>
            <w:tcW w:w="2428" w:type="dxa"/>
          </w:tcPr>
          <w:p w14:paraId="6137CE39" w14:textId="2E5407B0" w:rsidR="000749DD" w:rsidRPr="002D5A4E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21465" w14:paraId="799578B3" w14:textId="77777777" w:rsidTr="009A5671">
        <w:tc>
          <w:tcPr>
            <w:tcW w:w="2969" w:type="dxa"/>
          </w:tcPr>
          <w:p w14:paraId="2200F7F8" w14:textId="335C5FD8" w:rsidR="000749DD" w:rsidRPr="00125A6F" w:rsidRDefault="000749DD" w:rsidP="000749DD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Pr="005E1F0D">
              <w:rPr>
                <w:rFonts w:asciiTheme="majorHAnsi" w:hAnsiTheme="majorHAnsi"/>
              </w:rPr>
              <w:t xml:space="preserve"> (</w:t>
            </w:r>
            <w:r>
              <w:rPr>
                <w:rFonts w:asciiTheme="majorHAnsi" w:hAnsiTheme="majorHAnsi"/>
              </w:rPr>
              <w:t>P</w:t>
            </w:r>
            <w:r w:rsidRPr="005E1F0D">
              <w:rPr>
                <w:rFonts w:asciiTheme="majorHAnsi" w:hAnsiTheme="majorHAnsi"/>
              </w:rPr>
              <w:t xml:space="preserve">oložka </w:t>
            </w:r>
            <w:r>
              <w:rPr>
                <w:rFonts w:asciiTheme="majorHAnsi" w:hAnsiTheme="majorHAnsi"/>
              </w:rPr>
              <w:t>2</w:t>
            </w:r>
            <w:r w:rsidR="005D1A96">
              <w:rPr>
                <w:rFonts w:asciiTheme="majorHAnsi" w:hAnsiTheme="majorHAnsi"/>
              </w:rPr>
              <w:t>7</w:t>
            </w:r>
            <w:r w:rsidRPr="005E1F0D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A359F51" w14:textId="6F403317" w:rsidR="000749DD" w:rsidRPr="00FF65DD" w:rsidRDefault="000749DD" w:rsidP="000749DD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0749DD" w:rsidRPr="00FF65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0749DD" w:rsidRPr="00FF65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21465" w14:paraId="69F2FB60" w14:textId="77777777" w:rsidTr="009A5671">
        <w:tc>
          <w:tcPr>
            <w:tcW w:w="2969" w:type="dxa"/>
          </w:tcPr>
          <w:p w14:paraId="3AE96A82" w14:textId="77777777" w:rsidR="000749DD" w:rsidRPr="00FF65DD" w:rsidRDefault="000749DD" w:rsidP="000749DD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0749DD" w:rsidRPr="00FF65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21465" w14:paraId="20C21B0F" w14:textId="77777777" w:rsidTr="009A5671">
        <w:trPr>
          <w:trHeight w:val="638"/>
        </w:trPr>
        <w:tc>
          <w:tcPr>
            <w:tcW w:w="2969" w:type="dxa"/>
          </w:tcPr>
          <w:p w14:paraId="29A2856B" w14:textId="77777777" w:rsidR="000749DD" w:rsidRPr="00FF65DD" w:rsidRDefault="000749DD" w:rsidP="000749DD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0749DD" w:rsidRPr="00FF65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0749DD" w:rsidRPr="00221465" w14:paraId="5E39B655" w14:textId="77777777" w:rsidTr="009A5671">
        <w:tc>
          <w:tcPr>
            <w:tcW w:w="2969" w:type="dxa"/>
          </w:tcPr>
          <w:p w14:paraId="5194C3B9" w14:textId="77777777" w:rsidR="000749DD" w:rsidRPr="00FF65DD" w:rsidRDefault="000749DD" w:rsidP="000749DD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0749DD" w:rsidRPr="00FF65DD" w:rsidRDefault="000749DD" w:rsidP="000749D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23EB948" w14:textId="77777777" w:rsidR="00613A29" w:rsidRDefault="00613A29" w:rsidP="00613A29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5B4A6DB2" w14:textId="574C394A" w:rsidR="00613A29" w:rsidRPr="00613A29" w:rsidRDefault="00613A29" w:rsidP="00613A29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739"/>
        <w:gridCol w:w="2553"/>
        <w:gridCol w:w="847"/>
        <w:gridCol w:w="2553"/>
      </w:tblGrid>
      <w:tr w:rsidR="006262F2" w:rsidRPr="00221465" w14:paraId="40F7EE5B" w14:textId="77777777" w:rsidTr="00873714">
        <w:tc>
          <w:tcPr>
            <w:tcW w:w="2739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553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47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553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873714">
        <w:tc>
          <w:tcPr>
            <w:tcW w:w="2739" w:type="dxa"/>
          </w:tcPr>
          <w:p w14:paraId="02800004" w14:textId="4E55EFDC" w:rsidR="006262F2" w:rsidRPr="00EE2FE1" w:rsidRDefault="00D50F75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L</w:t>
            </w:r>
            <w:r w:rsidRPr="00D50F75">
              <w:rPr>
                <w:rFonts w:asciiTheme="majorHAnsi" w:hAnsiTheme="majorHAnsi"/>
              </w:rPr>
              <w:t xml:space="preserve">icence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vSphere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Foundation</w:t>
            </w:r>
            <w:proofErr w:type="spellEnd"/>
            <w:r w:rsidRPr="00D50F75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Aria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Operations</w:t>
            </w:r>
            <w:proofErr w:type="spellEnd"/>
            <w:r w:rsidRPr="00D50F75">
              <w:rPr>
                <w:rFonts w:asciiTheme="majorHAnsi" w:hAnsiTheme="majorHAnsi"/>
              </w:rPr>
              <w:t xml:space="preserve"> a podpory na 5 let</w:t>
            </w:r>
            <w:r w:rsidR="008B7E86" w:rsidRPr="008B7E86">
              <w:rPr>
                <w:rFonts w:asciiTheme="majorHAnsi" w:hAnsiTheme="majorHAnsi"/>
              </w:rPr>
              <w:t xml:space="preserve"> (Položka 1b dle Specifikace plnění)</w:t>
            </w:r>
          </w:p>
        </w:tc>
        <w:tc>
          <w:tcPr>
            <w:tcW w:w="2553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5C5A7454" w14:textId="0BD4BD9C" w:rsidR="006262F2" w:rsidRPr="009A5671" w:rsidRDefault="00EE006D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553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137D2" w:rsidRPr="00221465" w14:paraId="3F6B05E3" w14:textId="77777777" w:rsidTr="00873714">
        <w:tc>
          <w:tcPr>
            <w:tcW w:w="2739" w:type="dxa"/>
          </w:tcPr>
          <w:p w14:paraId="0D3D08AF" w14:textId="600E9592" w:rsidR="00B137D2" w:rsidRPr="00294529" w:rsidDel="00B137D2" w:rsidRDefault="0029402A" w:rsidP="00B137D2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29402A">
              <w:rPr>
                <w:rFonts w:asciiTheme="majorHAnsi" w:hAnsiTheme="majorHAnsi"/>
              </w:rPr>
              <w:t xml:space="preserve">icence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vCenter</w:t>
            </w:r>
            <w:proofErr w:type="spellEnd"/>
            <w:r w:rsidRPr="0029402A">
              <w:rPr>
                <w:rFonts w:asciiTheme="majorHAnsi" w:hAnsiTheme="majorHAnsi"/>
              </w:rPr>
              <w:t xml:space="preserve"> Standard verze 8 nebo vyšší na 5 let, pokud již není součástí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vSphere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Foundation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r w:rsidR="00BD6D37">
              <w:rPr>
                <w:rFonts w:asciiTheme="majorHAnsi" w:hAnsiTheme="majorHAnsi"/>
              </w:rPr>
              <w:t>(</w:t>
            </w:r>
            <w:r w:rsidR="00B137D2">
              <w:rPr>
                <w:rFonts w:asciiTheme="majorHAnsi" w:hAnsiTheme="majorHAnsi"/>
              </w:rPr>
              <w:t>Položka 1b dle Specifikace plnění</w:t>
            </w:r>
            <w:r w:rsidR="00BD6D37">
              <w:rPr>
                <w:rFonts w:asciiTheme="majorHAnsi" w:hAnsiTheme="majorHAnsi"/>
              </w:rPr>
              <w:t>)</w:t>
            </w:r>
          </w:p>
        </w:tc>
        <w:tc>
          <w:tcPr>
            <w:tcW w:w="2553" w:type="dxa"/>
          </w:tcPr>
          <w:p w14:paraId="7982E442" w14:textId="415C4D40" w:rsidR="00B137D2" w:rsidRPr="00FF65DD" w:rsidRDefault="00B137D2" w:rsidP="00B137D2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2D7BAB25" w14:textId="70360AE3" w:rsidR="00B137D2" w:rsidRDefault="00B137D2" w:rsidP="00B137D2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53" w:type="dxa"/>
          </w:tcPr>
          <w:p w14:paraId="7C6164F5" w14:textId="4ADFDD67" w:rsidR="00B137D2" w:rsidRPr="00FF65DD" w:rsidRDefault="00B137D2" w:rsidP="00B137D2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03D2843B" w14:textId="77777777" w:rsidTr="00873714">
        <w:tc>
          <w:tcPr>
            <w:tcW w:w="2739" w:type="dxa"/>
          </w:tcPr>
          <w:p w14:paraId="511393CE" w14:textId="425AE911" w:rsidR="00873714" w:rsidRPr="00EE2FE1" w:rsidRDefault="00873714" w:rsidP="00873714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lastRenderedPageBreak/>
              <w:t>L</w:t>
            </w:r>
            <w:r w:rsidRPr="00D50F75">
              <w:rPr>
                <w:rFonts w:asciiTheme="majorHAnsi" w:hAnsiTheme="majorHAnsi"/>
              </w:rPr>
              <w:t xml:space="preserve">icence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vSphere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Foundation</w:t>
            </w:r>
            <w:proofErr w:type="spellEnd"/>
            <w:r w:rsidRPr="00D50F75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Aria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Operations</w:t>
            </w:r>
            <w:proofErr w:type="spellEnd"/>
            <w:r w:rsidRPr="00D50F75">
              <w:rPr>
                <w:rFonts w:asciiTheme="majorHAnsi" w:hAnsiTheme="majorHAnsi"/>
              </w:rPr>
              <w:t xml:space="preserve"> a podpory na 5 let</w:t>
            </w:r>
            <w:r w:rsidRPr="008B7E86">
              <w:rPr>
                <w:rFonts w:asciiTheme="majorHAnsi" w:hAnsiTheme="majorHAnsi"/>
              </w:rPr>
              <w:t xml:space="preserve"> (Položka 1b dle Specifikace plnění)</w:t>
            </w:r>
          </w:p>
        </w:tc>
        <w:tc>
          <w:tcPr>
            <w:tcW w:w="2553" w:type="dxa"/>
          </w:tcPr>
          <w:p w14:paraId="771A3840" w14:textId="01072705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43ECD71A" w14:textId="0A7092AF" w:rsidR="00873714" w:rsidRPr="009A5671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EE006D">
              <w:rPr>
                <w:rFonts w:asciiTheme="majorHAnsi" w:hAnsiTheme="majorHAnsi"/>
              </w:rPr>
              <w:t>10</w:t>
            </w:r>
          </w:p>
        </w:tc>
        <w:tc>
          <w:tcPr>
            <w:tcW w:w="2553" w:type="dxa"/>
          </w:tcPr>
          <w:p w14:paraId="7004D0FE" w14:textId="046097CA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6E2722FD" w14:textId="77777777" w:rsidTr="00873714">
        <w:tc>
          <w:tcPr>
            <w:tcW w:w="2739" w:type="dxa"/>
          </w:tcPr>
          <w:p w14:paraId="3A7FACF8" w14:textId="3216C5F6" w:rsidR="00873714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29402A">
              <w:rPr>
                <w:rFonts w:asciiTheme="majorHAnsi" w:hAnsiTheme="majorHAnsi"/>
              </w:rPr>
              <w:t xml:space="preserve">icence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vCenter</w:t>
            </w:r>
            <w:proofErr w:type="spellEnd"/>
            <w:r w:rsidRPr="0029402A">
              <w:rPr>
                <w:rFonts w:asciiTheme="majorHAnsi" w:hAnsiTheme="majorHAnsi"/>
              </w:rPr>
              <w:t xml:space="preserve"> Standard verze 8 nebo vyšší na 5 let, pokud již není součástí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vSphere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Foundation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(Položka 1b dle Specifikace plnění)</w:t>
            </w:r>
          </w:p>
        </w:tc>
        <w:tc>
          <w:tcPr>
            <w:tcW w:w="2553" w:type="dxa"/>
          </w:tcPr>
          <w:p w14:paraId="4F1B682E" w14:textId="4187CB68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69788E7D" w14:textId="425C0B7E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53" w:type="dxa"/>
          </w:tcPr>
          <w:p w14:paraId="50FF532F" w14:textId="5ECC3063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034E1D40" w14:textId="77777777" w:rsidTr="00873714">
        <w:tc>
          <w:tcPr>
            <w:tcW w:w="2739" w:type="dxa"/>
          </w:tcPr>
          <w:p w14:paraId="57B98F36" w14:textId="0613DCDE" w:rsidR="00873714" w:rsidRPr="00844791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D50F75">
              <w:rPr>
                <w:rFonts w:asciiTheme="majorHAnsi" w:hAnsiTheme="majorHAnsi"/>
              </w:rPr>
              <w:t xml:space="preserve">icence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vSphere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Foundation</w:t>
            </w:r>
            <w:proofErr w:type="spellEnd"/>
            <w:r w:rsidRPr="00D50F75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Aria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Operations</w:t>
            </w:r>
            <w:proofErr w:type="spellEnd"/>
            <w:r w:rsidRPr="00D50F75">
              <w:rPr>
                <w:rFonts w:asciiTheme="majorHAnsi" w:hAnsiTheme="majorHAnsi"/>
              </w:rPr>
              <w:t xml:space="preserve"> a podpory na 5 let</w:t>
            </w:r>
            <w:r w:rsidRPr="008B7E86">
              <w:rPr>
                <w:rFonts w:asciiTheme="majorHAnsi" w:hAnsiTheme="majorHAnsi"/>
              </w:rPr>
              <w:t xml:space="preserve"> (Položka 1b dle Specifikace plnění)</w:t>
            </w:r>
          </w:p>
        </w:tc>
        <w:tc>
          <w:tcPr>
            <w:tcW w:w="2553" w:type="dxa"/>
          </w:tcPr>
          <w:p w14:paraId="04B7F331" w14:textId="119332BF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1FF95547" w14:textId="7DE19000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553" w:type="dxa"/>
          </w:tcPr>
          <w:p w14:paraId="3B493A4B" w14:textId="5A69311C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328FFADD" w14:textId="77777777" w:rsidTr="00873714">
        <w:tc>
          <w:tcPr>
            <w:tcW w:w="2739" w:type="dxa"/>
          </w:tcPr>
          <w:p w14:paraId="472C8AE9" w14:textId="04E662BE" w:rsidR="00873714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29402A">
              <w:rPr>
                <w:rFonts w:asciiTheme="majorHAnsi" w:hAnsiTheme="majorHAnsi"/>
              </w:rPr>
              <w:t xml:space="preserve">icence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vCenter</w:t>
            </w:r>
            <w:proofErr w:type="spellEnd"/>
            <w:r w:rsidRPr="0029402A">
              <w:rPr>
                <w:rFonts w:asciiTheme="majorHAnsi" w:hAnsiTheme="majorHAnsi"/>
              </w:rPr>
              <w:t xml:space="preserve"> Standard verze 8 nebo vyšší na 5 let, pokud již není součástí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vSphere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Foundation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(Položka 1b dle Specifikace plnění)</w:t>
            </w:r>
          </w:p>
        </w:tc>
        <w:tc>
          <w:tcPr>
            <w:tcW w:w="2553" w:type="dxa"/>
          </w:tcPr>
          <w:p w14:paraId="12D9F7CC" w14:textId="570E7452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4F03F6D8" w14:textId="1D918B09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53" w:type="dxa"/>
          </w:tcPr>
          <w:p w14:paraId="66219CF9" w14:textId="108DF5A3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0DA8C4E1" w14:textId="77777777" w:rsidTr="00873714">
        <w:tc>
          <w:tcPr>
            <w:tcW w:w="2739" w:type="dxa"/>
          </w:tcPr>
          <w:p w14:paraId="6ED9460A" w14:textId="08FD9FF3" w:rsidR="00873714" w:rsidRPr="00844791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D50F75">
              <w:rPr>
                <w:rFonts w:asciiTheme="majorHAnsi" w:hAnsiTheme="majorHAnsi"/>
              </w:rPr>
              <w:t xml:space="preserve">icence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vSphere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Foundation</w:t>
            </w:r>
            <w:proofErr w:type="spellEnd"/>
            <w:r w:rsidRPr="00D50F75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Aria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Operations</w:t>
            </w:r>
            <w:proofErr w:type="spellEnd"/>
            <w:r w:rsidRPr="00D50F75">
              <w:rPr>
                <w:rFonts w:asciiTheme="majorHAnsi" w:hAnsiTheme="majorHAnsi"/>
              </w:rPr>
              <w:t xml:space="preserve"> a podpory na 5 let</w:t>
            </w:r>
            <w:r w:rsidRPr="008B7E86">
              <w:rPr>
                <w:rFonts w:asciiTheme="majorHAnsi" w:hAnsiTheme="majorHAnsi"/>
              </w:rPr>
              <w:t xml:space="preserve"> (Položka 1b dle Specifikace plnění)</w:t>
            </w:r>
          </w:p>
        </w:tc>
        <w:tc>
          <w:tcPr>
            <w:tcW w:w="2553" w:type="dxa"/>
          </w:tcPr>
          <w:p w14:paraId="2060D064" w14:textId="60914AB3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3D274F64" w14:textId="38E1F848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553" w:type="dxa"/>
          </w:tcPr>
          <w:p w14:paraId="281D789C" w14:textId="3115285C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1E65CDB5" w14:textId="77777777" w:rsidTr="00873714">
        <w:tc>
          <w:tcPr>
            <w:tcW w:w="2739" w:type="dxa"/>
          </w:tcPr>
          <w:p w14:paraId="2B2CD33D" w14:textId="7DE50E3F" w:rsidR="00873714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29402A">
              <w:rPr>
                <w:rFonts w:asciiTheme="majorHAnsi" w:hAnsiTheme="majorHAnsi"/>
              </w:rPr>
              <w:t xml:space="preserve">icence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vCenter</w:t>
            </w:r>
            <w:proofErr w:type="spellEnd"/>
            <w:r w:rsidRPr="0029402A">
              <w:rPr>
                <w:rFonts w:asciiTheme="majorHAnsi" w:hAnsiTheme="majorHAnsi"/>
              </w:rPr>
              <w:t xml:space="preserve"> Standard verze 8 nebo vyšší na 5 let, pokud již není součástí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vSphere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Foundation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(Položka 1b dle Specifikace plnění)</w:t>
            </w:r>
          </w:p>
        </w:tc>
        <w:tc>
          <w:tcPr>
            <w:tcW w:w="2553" w:type="dxa"/>
          </w:tcPr>
          <w:p w14:paraId="71B0A273" w14:textId="40EB97DC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20550712" w14:textId="6C802A9C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53" w:type="dxa"/>
          </w:tcPr>
          <w:p w14:paraId="78FD0997" w14:textId="13BA2977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007D1D96" w14:textId="77777777" w:rsidTr="00873714">
        <w:tc>
          <w:tcPr>
            <w:tcW w:w="2739" w:type="dxa"/>
          </w:tcPr>
          <w:p w14:paraId="0C375E2E" w14:textId="74D8677D" w:rsidR="00873714" w:rsidRPr="00844791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L</w:t>
            </w:r>
            <w:r w:rsidRPr="00D50F75">
              <w:rPr>
                <w:rFonts w:asciiTheme="majorHAnsi" w:hAnsiTheme="majorHAnsi"/>
              </w:rPr>
              <w:t xml:space="preserve">icence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vSphere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Foundation</w:t>
            </w:r>
            <w:proofErr w:type="spellEnd"/>
            <w:r w:rsidRPr="00D50F75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Aria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Operations</w:t>
            </w:r>
            <w:proofErr w:type="spellEnd"/>
            <w:r w:rsidRPr="00D50F75">
              <w:rPr>
                <w:rFonts w:asciiTheme="majorHAnsi" w:hAnsiTheme="majorHAnsi"/>
              </w:rPr>
              <w:t xml:space="preserve"> a podpory na 5 let</w:t>
            </w:r>
            <w:r w:rsidRPr="008B7E86">
              <w:rPr>
                <w:rFonts w:asciiTheme="majorHAnsi" w:hAnsiTheme="majorHAnsi"/>
              </w:rPr>
              <w:t xml:space="preserve"> (Položka 1b dle Specifikace plnění)</w:t>
            </w:r>
          </w:p>
        </w:tc>
        <w:tc>
          <w:tcPr>
            <w:tcW w:w="2553" w:type="dxa"/>
          </w:tcPr>
          <w:p w14:paraId="4324B07A" w14:textId="292D9CCE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719300C6" w14:textId="6DAF1B0C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553" w:type="dxa"/>
          </w:tcPr>
          <w:p w14:paraId="2F919E92" w14:textId="67D57E1D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50F17223" w14:textId="77777777" w:rsidTr="00873714">
        <w:tc>
          <w:tcPr>
            <w:tcW w:w="2739" w:type="dxa"/>
          </w:tcPr>
          <w:p w14:paraId="53924185" w14:textId="4F916389" w:rsidR="00873714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29402A">
              <w:rPr>
                <w:rFonts w:asciiTheme="majorHAnsi" w:hAnsiTheme="majorHAnsi"/>
              </w:rPr>
              <w:t xml:space="preserve">icence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vCenter</w:t>
            </w:r>
            <w:proofErr w:type="spellEnd"/>
            <w:r w:rsidRPr="0029402A">
              <w:rPr>
                <w:rFonts w:asciiTheme="majorHAnsi" w:hAnsiTheme="majorHAnsi"/>
              </w:rPr>
              <w:t xml:space="preserve"> Standard verze 8 nebo vyšší na 5 let, pokud již není součástí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vSphere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Foundation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(Položka 1b dle Specifikace plnění)</w:t>
            </w:r>
          </w:p>
        </w:tc>
        <w:tc>
          <w:tcPr>
            <w:tcW w:w="2553" w:type="dxa"/>
          </w:tcPr>
          <w:p w14:paraId="2CE863F5" w14:textId="55E5420F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6A4F8345" w14:textId="5FD90D0B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53" w:type="dxa"/>
          </w:tcPr>
          <w:p w14:paraId="076BE309" w14:textId="04540E1B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29814EC2" w14:textId="77777777" w:rsidTr="00873714">
        <w:tc>
          <w:tcPr>
            <w:tcW w:w="2739" w:type="dxa"/>
          </w:tcPr>
          <w:p w14:paraId="035BDF09" w14:textId="50011374" w:rsidR="00873714" w:rsidRPr="00844791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D50F75">
              <w:rPr>
                <w:rFonts w:asciiTheme="majorHAnsi" w:hAnsiTheme="majorHAnsi"/>
              </w:rPr>
              <w:t xml:space="preserve">icence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vSphere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Foundation</w:t>
            </w:r>
            <w:proofErr w:type="spellEnd"/>
            <w:r w:rsidRPr="00D50F75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D50F75">
              <w:rPr>
                <w:rFonts w:asciiTheme="majorHAnsi" w:hAnsiTheme="majorHAnsi"/>
              </w:rPr>
              <w:t>VMware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Aria</w:t>
            </w:r>
            <w:proofErr w:type="spellEnd"/>
            <w:r w:rsidRPr="00D50F75">
              <w:rPr>
                <w:rFonts w:asciiTheme="majorHAnsi" w:hAnsiTheme="majorHAnsi"/>
              </w:rPr>
              <w:t xml:space="preserve"> </w:t>
            </w:r>
            <w:proofErr w:type="spellStart"/>
            <w:r w:rsidRPr="00D50F75">
              <w:rPr>
                <w:rFonts w:asciiTheme="majorHAnsi" w:hAnsiTheme="majorHAnsi"/>
              </w:rPr>
              <w:t>Operations</w:t>
            </w:r>
            <w:proofErr w:type="spellEnd"/>
            <w:r w:rsidRPr="00D50F75">
              <w:rPr>
                <w:rFonts w:asciiTheme="majorHAnsi" w:hAnsiTheme="majorHAnsi"/>
              </w:rPr>
              <w:t xml:space="preserve"> a podpory na 5 let</w:t>
            </w:r>
            <w:r w:rsidRPr="008B7E86">
              <w:rPr>
                <w:rFonts w:asciiTheme="majorHAnsi" w:hAnsiTheme="majorHAnsi"/>
              </w:rPr>
              <w:t xml:space="preserve"> (Položka 1b dle Specifikace plnění)</w:t>
            </w:r>
          </w:p>
        </w:tc>
        <w:tc>
          <w:tcPr>
            <w:tcW w:w="2553" w:type="dxa"/>
          </w:tcPr>
          <w:p w14:paraId="76880E78" w14:textId="57240E44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5CA00641" w14:textId="2230ECB3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553" w:type="dxa"/>
          </w:tcPr>
          <w:p w14:paraId="021CE4C7" w14:textId="27ADE70B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873714" w:rsidRPr="00221465" w14:paraId="34DF5B1E" w14:textId="77777777" w:rsidTr="00873714">
        <w:tc>
          <w:tcPr>
            <w:tcW w:w="2739" w:type="dxa"/>
          </w:tcPr>
          <w:p w14:paraId="2497B29C" w14:textId="15375CF6" w:rsidR="00873714" w:rsidRDefault="00873714" w:rsidP="00873714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</w:t>
            </w:r>
            <w:r w:rsidRPr="0029402A">
              <w:rPr>
                <w:rFonts w:asciiTheme="majorHAnsi" w:hAnsiTheme="majorHAnsi"/>
              </w:rPr>
              <w:t xml:space="preserve">icence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vCenter</w:t>
            </w:r>
            <w:proofErr w:type="spellEnd"/>
            <w:r w:rsidRPr="0029402A">
              <w:rPr>
                <w:rFonts w:asciiTheme="majorHAnsi" w:hAnsiTheme="majorHAnsi"/>
              </w:rPr>
              <w:t xml:space="preserve"> Standard verze 8 nebo vyšší na 5 let, pokud již není součástí </w:t>
            </w:r>
            <w:proofErr w:type="spellStart"/>
            <w:r w:rsidRPr="0029402A">
              <w:rPr>
                <w:rFonts w:asciiTheme="majorHAnsi" w:hAnsiTheme="majorHAnsi"/>
              </w:rPr>
              <w:t>VMware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vSphere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proofErr w:type="spellStart"/>
            <w:r w:rsidRPr="0029402A">
              <w:rPr>
                <w:rFonts w:asciiTheme="majorHAnsi" w:hAnsiTheme="majorHAnsi"/>
              </w:rPr>
              <w:t>Foundation</w:t>
            </w:r>
            <w:proofErr w:type="spellEnd"/>
            <w:r w:rsidRPr="0029402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(Položka 1b dle Specifikace plnění)</w:t>
            </w:r>
          </w:p>
        </w:tc>
        <w:tc>
          <w:tcPr>
            <w:tcW w:w="2553" w:type="dxa"/>
          </w:tcPr>
          <w:p w14:paraId="6AABD320" w14:textId="1D443839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47" w:type="dxa"/>
          </w:tcPr>
          <w:p w14:paraId="5CCF6544" w14:textId="245C1299" w:rsidR="00873714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53" w:type="dxa"/>
          </w:tcPr>
          <w:p w14:paraId="1B6CB819" w14:textId="5585648A" w:rsidR="00873714" w:rsidRPr="00FF65DD" w:rsidRDefault="00873714" w:rsidP="0087371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137D2" w:rsidRPr="00221465" w14:paraId="64FBF134" w14:textId="77777777" w:rsidTr="00873714">
        <w:tc>
          <w:tcPr>
            <w:tcW w:w="2739" w:type="dxa"/>
          </w:tcPr>
          <w:p w14:paraId="0A23675F" w14:textId="73CBCB21" w:rsidR="00B137D2" w:rsidRPr="00FF65DD" w:rsidRDefault="00B137D2" w:rsidP="00B137D2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953" w:type="dxa"/>
            <w:gridSpan w:val="3"/>
          </w:tcPr>
          <w:p w14:paraId="0B4158E5" w14:textId="77777777" w:rsidR="00B137D2" w:rsidRPr="00FF65DD" w:rsidRDefault="00B137D2" w:rsidP="00B137D2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137D2" w:rsidRPr="00221465" w14:paraId="78D3D3EA" w14:textId="77777777" w:rsidTr="00873714">
        <w:trPr>
          <w:trHeight w:val="682"/>
        </w:trPr>
        <w:tc>
          <w:tcPr>
            <w:tcW w:w="2739" w:type="dxa"/>
          </w:tcPr>
          <w:p w14:paraId="30613195" w14:textId="77777777" w:rsidR="00B137D2" w:rsidRPr="00FF65DD" w:rsidRDefault="00B137D2" w:rsidP="00B137D2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953" w:type="dxa"/>
            <w:gridSpan w:val="3"/>
          </w:tcPr>
          <w:p w14:paraId="1BB7E4DE" w14:textId="77777777" w:rsidR="00B137D2" w:rsidRPr="00FF65DD" w:rsidRDefault="00B137D2" w:rsidP="00B137D2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137D2" w:rsidRPr="00221465" w14:paraId="3F2F8D21" w14:textId="77777777" w:rsidTr="00873714">
        <w:tc>
          <w:tcPr>
            <w:tcW w:w="2739" w:type="dxa"/>
          </w:tcPr>
          <w:p w14:paraId="7175ABD8" w14:textId="0681B5DD" w:rsidR="00B137D2" w:rsidRPr="00FF65DD" w:rsidRDefault="00B137D2" w:rsidP="00B137D2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953" w:type="dxa"/>
            <w:gridSpan w:val="3"/>
          </w:tcPr>
          <w:p w14:paraId="4A4E76C7" w14:textId="77777777" w:rsidR="00B137D2" w:rsidRPr="00FF65DD" w:rsidRDefault="00B137D2" w:rsidP="00B137D2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9A5671">
        <w:trPr>
          <w:trHeight w:val="761"/>
        </w:trPr>
        <w:tc>
          <w:tcPr>
            <w:tcW w:w="3823" w:type="dxa"/>
          </w:tcPr>
          <w:p w14:paraId="01DF33ED" w14:textId="383904A8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všech výše uvedených cen 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9A5671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9A5671">
        <w:trPr>
          <w:trHeight w:val="840"/>
        </w:trPr>
        <w:tc>
          <w:tcPr>
            <w:tcW w:w="3823" w:type="dxa"/>
          </w:tcPr>
          <w:p w14:paraId="0FF8D658" w14:textId="7E747ED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FA798" w14:textId="77777777" w:rsidR="003433C8" w:rsidRDefault="003433C8" w:rsidP="00962258">
      <w:pPr>
        <w:spacing w:after="0" w:line="240" w:lineRule="auto"/>
      </w:pPr>
      <w:r>
        <w:separator/>
      </w:r>
    </w:p>
  </w:endnote>
  <w:endnote w:type="continuationSeparator" w:id="0">
    <w:p w14:paraId="50F5905C" w14:textId="77777777" w:rsidR="003433C8" w:rsidRDefault="003433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B7717" w14:textId="77777777" w:rsidR="003433C8" w:rsidRDefault="003433C8" w:rsidP="00962258">
      <w:pPr>
        <w:spacing w:after="0" w:line="240" w:lineRule="auto"/>
      </w:pPr>
      <w:r>
        <w:separator/>
      </w:r>
    </w:p>
  </w:footnote>
  <w:footnote w:type="continuationSeparator" w:id="0">
    <w:p w14:paraId="6E8D4A39" w14:textId="77777777" w:rsidR="003433C8" w:rsidRDefault="003433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613A29">
      <w:trPr>
        <w:trHeight w:hRule="exact" w:val="743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31119698">
    <w:abstractNumId w:val="2"/>
  </w:num>
  <w:num w:numId="2" w16cid:durableId="1854757726">
    <w:abstractNumId w:val="1"/>
  </w:num>
  <w:num w:numId="3" w16cid:durableId="165067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737327">
    <w:abstractNumId w:val="8"/>
  </w:num>
  <w:num w:numId="5" w16cid:durableId="922101525">
    <w:abstractNumId w:val="3"/>
  </w:num>
  <w:num w:numId="6" w16cid:durableId="36591923">
    <w:abstractNumId w:val="4"/>
  </w:num>
  <w:num w:numId="7" w16cid:durableId="893852435">
    <w:abstractNumId w:val="0"/>
  </w:num>
  <w:num w:numId="8" w16cid:durableId="2135244177">
    <w:abstractNumId w:val="5"/>
  </w:num>
  <w:num w:numId="9" w16cid:durableId="1257783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927654">
    <w:abstractNumId w:val="4"/>
  </w:num>
  <w:num w:numId="11" w16cid:durableId="1406342480">
    <w:abstractNumId w:val="1"/>
  </w:num>
  <w:num w:numId="12" w16cid:durableId="1227647917">
    <w:abstractNumId w:val="4"/>
  </w:num>
  <w:num w:numId="13" w16cid:durableId="1889871736">
    <w:abstractNumId w:val="4"/>
  </w:num>
  <w:num w:numId="14" w16cid:durableId="978999984">
    <w:abstractNumId w:val="4"/>
  </w:num>
  <w:num w:numId="15" w16cid:durableId="1862743476">
    <w:abstractNumId w:val="4"/>
  </w:num>
  <w:num w:numId="16" w16cid:durableId="1642073149">
    <w:abstractNumId w:val="9"/>
  </w:num>
  <w:num w:numId="17" w16cid:durableId="1251306602">
    <w:abstractNumId w:val="2"/>
  </w:num>
  <w:num w:numId="18" w16cid:durableId="1432966104">
    <w:abstractNumId w:val="9"/>
  </w:num>
  <w:num w:numId="19" w16cid:durableId="393705457">
    <w:abstractNumId w:val="9"/>
  </w:num>
  <w:num w:numId="20" w16cid:durableId="165560040">
    <w:abstractNumId w:val="9"/>
  </w:num>
  <w:num w:numId="21" w16cid:durableId="689453342">
    <w:abstractNumId w:val="9"/>
  </w:num>
  <w:num w:numId="22" w16cid:durableId="1988364577">
    <w:abstractNumId w:val="4"/>
  </w:num>
  <w:num w:numId="23" w16cid:durableId="336810052">
    <w:abstractNumId w:val="1"/>
  </w:num>
  <w:num w:numId="24" w16cid:durableId="1297444474">
    <w:abstractNumId w:val="4"/>
  </w:num>
  <w:num w:numId="25" w16cid:durableId="366880854">
    <w:abstractNumId w:val="4"/>
  </w:num>
  <w:num w:numId="26" w16cid:durableId="1025593021">
    <w:abstractNumId w:val="4"/>
  </w:num>
  <w:num w:numId="27" w16cid:durableId="1629970952">
    <w:abstractNumId w:val="4"/>
  </w:num>
  <w:num w:numId="28" w16cid:durableId="1457289363">
    <w:abstractNumId w:val="9"/>
  </w:num>
  <w:num w:numId="29" w16cid:durableId="1725327944">
    <w:abstractNumId w:val="2"/>
  </w:num>
  <w:num w:numId="30" w16cid:durableId="2005618753">
    <w:abstractNumId w:val="9"/>
  </w:num>
  <w:num w:numId="31" w16cid:durableId="617611584">
    <w:abstractNumId w:val="9"/>
  </w:num>
  <w:num w:numId="32" w16cid:durableId="843396425">
    <w:abstractNumId w:val="9"/>
  </w:num>
  <w:num w:numId="33" w16cid:durableId="1317609938">
    <w:abstractNumId w:val="9"/>
  </w:num>
  <w:num w:numId="34" w16cid:durableId="93579448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0011"/>
    <w:rsid w:val="00072C1E"/>
    <w:rsid w:val="000749DD"/>
    <w:rsid w:val="00076217"/>
    <w:rsid w:val="000A7D32"/>
    <w:rsid w:val="000B7377"/>
    <w:rsid w:val="000D2EC7"/>
    <w:rsid w:val="000E23A7"/>
    <w:rsid w:val="000E4423"/>
    <w:rsid w:val="0010693F"/>
    <w:rsid w:val="00114472"/>
    <w:rsid w:val="00125A6F"/>
    <w:rsid w:val="00126FFF"/>
    <w:rsid w:val="00137C25"/>
    <w:rsid w:val="001433F3"/>
    <w:rsid w:val="001550BC"/>
    <w:rsid w:val="001605B9"/>
    <w:rsid w:val="00167E06"/>
    <w:rsid w:val="00170EC5"/>
    <w:rsid w:val="001747C1"/>
    <w:rsid w:val="00184743"/>
    <w:rsid w:val="001E496E"/>
    <w:rsid w:val="00207DF5"/>
    <w:rsid w:val="002162E5"/>
    <w:rsid w:val="002214AC"/>
    <w:rsid w:val="00280E07"/>
    <w:rsid w:val="002878E2"/>
    <w:rsid w:val="0029402A"/>
    <w:rsid w:val="00294323"/>
    <w:rsid w:val="00294529"/>
    <w:rsid w:val="002C31BF"/>
    <w:rsid w:val="002C3499"/>
    <w:rsid w:val="002D08B1"/>
    <w:rsid w:val="002D5A4E"/>
    <w:rsid w:val="002E0CD7"/>
    <w:rsid w:val="003254A6"/>
    <w:rsid w:val="00341DCF"/>
    <w:rsid w:val="003433C8"/>
    <w:rsid w:val="00357BC6"/>
    <w:rsid w:val="0039423E"/>
    <w:rsid w:val="00394E99"/>
    <w:rsid w:val="003956C6"/>
    <w:rsid w:val="0039792C"/>
    <w:rsid w:val="003A59D4"/>
    <w:rsid w:val="003B71C1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91827"/>
    <w:rsid w:val="004A359F"/>
    <w:rsid w:val="004B2FD5"/>
    <w:rsid w:val="004B348C"/>
    <w:rsid w:val="004B3B11"/>
    <w:rsid w:val="004B5618"/>
    <w:rsid w:val="004C4399"/>
    <w:rsid w:val="004C787C"/>
    <w:rsid w:val="004E143C"/>
    <w:rsid w:val="004E3A53"/>
    <w:rsid w:val="004E6D95"/>
    <w:rsid w:val="004F169B"/>
    <w:rsid w:val="004F20BC"/>
    <w:rsid w:val="004F4B9B"/>
    <w:rsid w:val="004F69EA"/>
    <w:rsid w:val="005068C1"/>
    <w:rsid w:val="00511AB9"/>
    <w:rsid w:val="00523EA7"/>
    <w:rsid w:val="00553375"/>
    <w:rsid w:val="00557C28"/>
    <w:rsid w:val="005634A3"/>
    <w:rsid w:val="005736B7"/>
    <w:rsid w:val="00575E5A"/>
    <w:rsid w:val="005A7CB3"/>
    <w:rsid w:val="005D1A96"/>
    <w:rsid w:val="005E1F0D"/>
    <w:rsid w:val="005F1404"/>
    <w:rsid w:val="0061068E"/>
    <w:rsid w:val="00613A29"/>
    <w:rsid w:val="006154AD"/>
    <w:rsid w:val="006200BE"/>
    <w:rsid w:val="006262F2"/>
    <w:rsid w:val="00631526"/>
    <w:rsid w:val="00656B8C"/>
    <w:rsid w:val="00660AD3"/>
    <w:rsid w:val="006627AF"/>
    <w:rsid w:val="00677B7F"/>
    <w:rsid w:val="006A5570"/>
    <w:rsid w:val="006A689C"/>
    <w:rsid w:val="006B3D79"/>
    <w:rsid w:val="006D7AFE"/>
    <w:rsid w:val="006E0578"/>
    <w:rsid w:val="006E314D"/>
    <w:rsid w:val="0070426E"/>
    <w:rsid w:val="00710723"/>
    <w:rsid w:val="00715329"/>
    <w:rsid w:val="00723ED1"/>
    <w:rsid w:val="0074321A"/>
    <w:rsid w:val="00743525"/>
    <w:rsid w:val="00752E66"/>
    <w:rsid w:val="0076286B"/>
    <w:rsid w:val="00766846"/>
    <w:rsid w:val="00770A13"/>
    <w:rsid w:val="0077673A"/>
    <w:rsid w:val="007846E1"/>
    <w:rsid w:val="007B570C"/>
    <w:rsid w:val="007C2D36"/>
    <w:rsid w:val="007C589B"/>
    <w:rsid w:val="007C7FA6"/>
    <w:rsid w:val="007E4A6E"/>
    <w:rsid w:val="007F56A7"/>
    <w:rsid w:val="00804D6B"/>
    <w:rsid w:val="00807DD0"/>
    <w:rsid w:val="008128E4"/>
    <w:rsid w:val="00824217"/>
    <w:rsid w:val="00844791"/>
    <w:rsid w:val="008659F3"/>
    <w:rsid w:val="00873714"/>
    <w:rsid w:val="00886D4B"/>
    <w:rsid w:val="00895406"/>
    <w:rsid w:val="008A3568"/>
    <w:rsid w:val="008B1AF7"/>
    <w:rsid w:val="008B7E86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A5671"/>
    <w:rsid w:val="009B14A9"/>
    <w:rsid w:val="009B2E97"/>
    <w:rsid w:val="009B6642"/>
    <w:rsid w:val="009B6E32"/>
    <w:rsid w:val="009E07F4"/>
    <w:rsid w:val="009E2658"/>
    <w:rsid w:val="009F392E"/>
    <w:rsid w:val="009F5320"/>
    <w:rsid w:val="009F794F"/>
    <w:rsid w:val="00A01C58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C04DD"/>
    <w:rsid w:val="00AD056F"/>
    <w:rsid w:val="00AD079C"/>
    <w:rsid w:val="00AD6731"/>
    <w:rsid w:val="00AE22CB"/>
    <w:rsid w:val="00B137D2"/>
    <w:rsid w:val="00B15D0D"/>
    <w:rsid w:val="00B27318"/>
    <w:rsid w:val="00B366D1"/>
    <w:rsid w:val="00B75EE1"/>
    <w:rsid w:val="00B77481"/>
    <w:rsid w:val="00B8518B"/>
    <w:rsid w:val="00B97F70"/>
    <w:rsid w:val="00BD6D37"/>
    <w:rsid w:val="00BD7E91"/>
    <w:rsid w:val="00C02D0A"/>
    <w:rsid w:val="00C03A6E"/>
    <w:rsid w:val="00C3514E"/>
    <w:rsid w:val="00C44F6A"/>
    <w:rsid w:val="00C47AE3"/>
    <w:rsid w:val="00C77857"/>
    <w:rsid w:val="00C94537"/>
    <w:rsid w:val="00C96834"/>
    <w:rsid w:val="00CA146A"/>
    <w:rsid w:val="00CD1FC4"/>
    <w:rsid w:val="00CE362A"/>
    <w:rsid w:val="00D00F3D"/>
    <w:rsid w:val="00D13ABF"/>
    <w:rsid w:val="00D21061"/>
    <w:rsid w:val="00D4108E"/>
    <w:rsid w:val="00D50F75"/>
    <w:rsid w:val="00D6163D"/>
    <w:rsid w:val="00D73D46"/>
    <w:rsid w:val="00D831A3"/>
    <w:rsid w:val="00D977EB"/>
    <w:rsid w:val="00DA12A5"/>
    <w:rsid w:val="00DC4900"/>
    <w:rsid w:val="00DC75F3"/>
    <w:rsid w:val="00DD46F3"/>
    <w:rsid w:val="00DE56F2"/>
    <w:rsid w:val="00DE7904"/>
    <w:rsid w:val="00DF116D"/>
    <w:rsid w:val="00DF3543"/>
    <w:rsid w:val="00E36C4A"/>
    <w:rsid w:val="00E421E1"/>
    <w:rsid w:val="00EA2BAA"/>
    <w:rsid w:val="00EB0CB9"/>
    <w:rsid w:val="00EB104F"/>
    <w:rsid w:val="00ED14BD"/>
    <w:rsid w:val="00EE006D"/>
    <w:rsid w:val="00EE2FE1"/>
    <w:rsid w:val="00EF3BFB"/>
    <w:rsid w:val="00F0533E"/>
    <w:rsid w:val="00F1048D"/>
    <w:rsid w:val="00F12DEC"/>
    <w:rsid w:val="00F1715C"/>
    <w:rsid w:val="00F23CD1"/>
    <w:rsid w:val="00F310F8"/>
    <w:rsid w:val="00F35939"/>
    <w:rsid w:val="00F45607"/>
    <w:rsid w:val="00F53B4A"/>
    <w:rsid w:val="00F5558F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F3D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BD48D1-43EA-4F40-AC55-FC690B126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043625-CEB2-4070-A8D8-918C1DC45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5</Pages>
  <Words>822</Words>
  <Characters>4851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2024-11-13T09:49:00Z</dcterms:created>
  <dcterms:modified xsi:type="dcterms:W3CDTF">2024-11-13T09:52:00Z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